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F60" w:rsidRPr="008F365E" w:rsidRDefault="000C0EE5" w:rsidP="0001626C">
      <w:pPr>
        <w:tabs>
          <w:tab w:val="left" w:pos="3686"/>
          <w:tab w:val="left" w:pos="4536"/>
        </w:tabs>
        <w:rPr>
          <w:rFonts w:ascii="Arial" w:hAnsi="Arial" w:cs="Arial"/>
          <w:b/>
          <w:sz w:val="36"/>
          <w:u w:val="single"/>
        </w:rPr>
      </w:pPr>
      <w:r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1F2E1B54" wp14:editId="46DB1685">
                <wp:simplePos x="0" y="0"/>
                <wp:positionH relativeFrom="column">
                  <wp:posOffset>-179763</wp:posOffset>
                </wp:positionH>
                <wp:positionV relativeFrom="paragraph">
                  <wp:posOffset>-173355</wp:posOffset>
                </wp:positionV>
                <wp:extent cx="2297537" cy="522168"/>
                <wp:effectExtent l="0" t="0" r="7620" b="0"/>
                <wp:wrapNone/>
                <wp:docPr id="296" name="Textfeld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7537" cy="5221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EE5" w:rsidRPr="0001626C" w:rsidRDefault="000C0EE5">
                            <w:pP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</w:pPr>
                            <w:r w:rsidRPr="0001626C"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>Die Fragen helfen Dir, das Schema zu vervollständigen.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96" o:spid="_x0000_s1026" type="#_x0000_t202" style="position:absolute;margin-left:-14.15pt;margin-top:-13.65pt;width:180.9pt;height:41.1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" fillcolor="white [3201]" stroked="f" strokeweight=".5pt">
                <v:textbox>
                  <w:txbxContent>
                    <w:p w:rsidR="000C0EE5" w:rsidRPr="0001626C" w:rsidRDefault="000C0EE5">
                      <w:pPr>
                        <w:rPr>
                          <w:rFonts w:ascii="Lucida Handwriting" w:hAnsi="Lucida Handwriting"/>
                          <w:sz w:val="20"/>
                          <w:szCs w:val="20"/>
                        </w:rPr>
                      </w:pPr>
                      <w:r w:rsidRPr="0001626C"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>Die Fragen helfen Dir, das Schema zu vervollständigen.</w:t>
                      </w:r>
                    </w:p>
                  </w:txbxContent>
                </v:textbox>
              </v:shape>
            </w:pict>
          </mc:Fallback>
        </mc:AlternateContent>
      </w:r>
      <w:r w:rsidR="00FF515C" w:rsidRPr="00D03F50">
        <w:rPr>
          <w:noProof/>
          <w:color w:val="FF0000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DCC38B" wp14:editId="1E467DFF">
                <wp:simplePos x="0" y="0"/>
                <wp:positionH relativeFrom="column">
                  <wp:posOffset>7052087</wp:posOffset>
                </wp:positionH>
                <wp:positionV relativeFrom="paragraph">
                  <wp:posOffset>954801</wp:posOffset>
                </wp:positionV>
                <wp:extent cx="273355" cy="0"/>
                <wp:effectExtent l="38100" t="76200" r="0" b="11430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3355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8" o:spid="_x0000_s1026" type="#_x0000_t32" style="position:absolute;margin-left:555.3pt;margin-top:75.2pt;width:21.5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" strokecolor="black [3213]" strokeweight="2pt">
                <v:stroke endarrow="open"/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E5005B3" wp14:editId="2EF75914">
                <wp:simplePos x="0" y="0"/>
                <wp:positionH relativeFrom="column">
                  <wp:posOffset>7223760</wp:posOffset>
                </wp:positionH>
                <wp:positionV relativeFrom="paragraph">
                  <wp:posOffset>386715</wp:posOffset>
                </wp:positionV>
                <wp:extent cx="1205230" cy="248920"/>
                <wp:effectExtent l="0" t="0" r="0" b="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23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65E" w:rsidRDefault="008F365E" w:rsidP="008F365E">
                            <w:r>
                              <w:t>äußerer Faktor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margin-left:568.8pt;margin-top:30.45pt;width:94.9pt;height:19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" stroked="f">
                <v:textbox>
                  <w:txbxContent>
                    <w:p w:rsidR="008F365E" w:rsidRDefault="008F365E" w:rsidP="008F365E">
                      <w:r>
                        <w:t>äußerer</w:t>
                      </w:r>
                      <w:r>
                        <w:t xml:space="preserve"> Faktor</w:t>
                      </w:r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211ED1" wp14:editId="2BA82DDD">
                <wp:simplePos x="0" y="0"/>
                <wp:positionH relativeFrom="column">
                  <wp:posOffset>4665345</wp:posOffset>
                </wp:positionH>
                <wp:positionV relativeFrom="paragraph">
                  <wp:posOffset>389255</wp:posOffset>
                </wp:positionV>
                <wp:extent cx="1205230" cy="248920"/>
                <wp:effectExtent l="0" t="0" r="0" b="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23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65E" w:rsidRDefault="008F365E" w:rsidP="008F365E">
                            <w:r>
                              <w:t>innerer Faktor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67.35pt;margin-top:30.65pt;width:94.9pt;height:19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" stroked="f">
                <v:textbox>
                  <w:txbxContent>
                    <w:p w:rsidR="008F365E" w:rsidRDefault="008F365E" w:rsidP="008F365E">
                      <w:r>
                        <w:t>innerer Faktor</w:t>
                      </w:r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DF44D60" wp14:editId="504950C3">
                <wp:simplePos x="0" y="0"/>
                <wp:positionH relativeFrom="column">
                  <wp:posOffset>4761865</wp:posOffset>
                </wp:positionH>
                <wp:positionV relativeFrom="paragraph">
                  <wp:posOffset>607060</wp:posOffset>
                </wp:positionV>
                <wp:extent cx="2291715" cy="706120"/>
                <wp:effectExtent l="0" t="0" r="13335" b="17780"/>
                <wp:wrapNone/>
                <wp:docPr id="13" name="Flussdiagramm: Prozes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1715" cy="706120"/>
                        </a:xfrm>
                        <a:prstGeom prst="flowChart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515C" w:rsidRPr="004A123A" w:rsidRDefault="00FF515C" w:rsidP="00FF515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4A123A">
                              <w:rPr>
                                <w:rFonts w:ascii="Arial" w:hAnsi="Arial" w:cs="Arial"/>
                                <w:sz w:val="28"/>
                              </w:rPr>
                              <w:t>Entstehung reaktiver Sauerstoffteilchen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ussdiagramm: Prozess 3" o:spid="_x0000_s1029" type="#_x0000_t109" style="position:absolute;margin-left:374.95pt;margin-top:47.8pt;width:180.45pt;height:55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" filled="f" strokecolor="windowText" strokeweight="2pt">
                <v:path arrowok="t"/>
                <v:textbox>
                  <w:txbxContent>
                    <w:p w:rsidR="00FF515C" w:rsidRPr="004A123A" w:rsidRDefault="00FF515C" w:rsidP="00FF515C">
                      <w:pPr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  <w:r w:rsidRPr="004A123A">
                        <w:rPr>
                          <w:rFonts w:ascii="Arial" w:hAnsi="Arial" w:cs="Arial"/>
                          <w:sz w:val="28"/>
                        </w:rPr>
                        <w:t>Entstehung reaktiver Sauerstoffteilchen</w:t>
                      </w:r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7AC3078" wp14:editId="13CC2717">
                <wp:simplePos x="0" y="0"/>
                <wp:positionH relativeFrom="column">
                  <wp:posOffset>2243455</wp:posOffset>
                </wp:positionH>
                <wp:positionV relativeFrom="paragraph">
                  <wp:posOffset>379730</wp:posOffset>
                </wp:positionV>
                <wp:extent cx="1205230" cy="248920"/>
                <wp:effectExtent l="0" t="0" r="0" b="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23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65E" w:rsidRDefault="008F365E">
                            <w:r>
                              <w:t>innerer Faktor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76.65pt;margin-top:29.9pt;width:94.9pt;height:1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" stroked="f">
                <v:textbox>
                  <w:txbxContent>
                    <w:p w:rsidR="008F365E" w:rsidRDefault="008F365E">
                      <w:r>
                        <w:t>innerer Faktor</w:t>
                      </w:r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A045960" wp14:editId="33E57E4F">
                <wp:simplePos x="0" y="0"/>
                <wp:positionH relativeFrom="column">
                  <wp:posOffset>2351405</wp:posOffset>
                </wp:positionH>
                <wp:positionV relativeFrom="paragraph">
                  <wp:posOffset>607060</wp:posOffset>
                </wp:positionV>
                <wp:extent cx="2291715" cy="706120"/>
                <wp:effectExtent l="0" t="0" r="13335" b="17780"/>
                <wp:wrapNone/>
                <wp:docPr id="11" name="Flussdiagramm: Prozes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1715" cy="706120"/>
                        </a:xfrm>
                        <a:prstGeom prst="flowChart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515C" w:rsidRPr="004A123A" w:rsidRDefault="00FF515C" w:rsidP="00FF515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ussdiagramm: Prozess 2" o:spid="_x0000_s1031" type="#_x0000_t109" style="position:absolute;margin-left:185.15pt;margin-top:47.8pt;width:180.45pt;height:55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" filled="f" strokecolor="windowText" strokeweight="2pt">
                <v:path arrowok="t"/>
                <v:textbox>
                  <w:txbxContent>
                    <w:p w:rsidR="00FF515C" w:rsidRPr="004A123A" w:rsidRDefault="00FF515C" w:rsidP="00FF515C">
                      <w:pPr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2B6CA7" wp14:editId="4AF3EEE0">
                <wp:simplePos x="0" y="0"/>
                <wp:positionH relativeFrom="column">
                  <wp:posOffset>7326630</wp:posOffset>
                </wp:positionH>
                <wp:positionV relativeFrom="paragraph">
                  <wp:posOffset>600710</wp:posOffset>
                </wp:positionV>
                <wp:extent cx="2291715" cy="706120"/>
                <wp:effectExtent l="0" t="0" r="13335" b="17780"/>
                <wp:wrapNone/>
                <wp:docPr id="10" name="Flussdiagramm: Prozes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1715" cy="706120"/>
                        </a:xfrm>
                        <a:prstGeom prst="flowChart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515C" w:rsidRPr="004A123A" w:rsidRDefault="00FF515C" w:rsidP="00FF515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ussdiagramm: Prozess 4" o:spid="_x0000_s1032" type="#_x0000_t109" style="position:absolute;margin-left:576.9pt;margin-top:47.3pt;width:180.45pt;height:5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" filled="f" strokecolor="windowText" strokeweight="2pt">
                <v:path arrowok="t"/>
                <v:textbox>
                  <w:txbxContent>
                    <w:p w:rsidR="00FF515C" w:rsidRPr="004A123A" w:rsidRDefault="00FF515C" w:rsidP="00FF515C">
                      <w:pPr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54" w:rsidRPr="00963754">
        <w:rPr>
          <w:rFonts w:ascii="Arial" w:hAnsi="Arial" w:cs="Arial"/>
          <w:b/>
          <w:sz w:val="36"/>
        </w:rPr>
        <w:tab/>
      </w:r>
      <w:r w:rsidR="005B2C35" w:rsidRPr="005B2C35">
        <w:rPr>
          <w:rFonts w:ascii="Arial" w:hAnsi="Arial" w:cs="Arial"/>
          <w:b/>
          <w:sz w:val="36"/>
          <w:u w:val="single"/>
        </w:rPr>
        <w:t xml:space="preserve">M </w:t>
      </w:r>
      <w:r w:rsidR="0001626C" w:rsidRPr="005B2C35">
        <w:rPr>
          <w:rFonts w:ascii="Arial" w:hAnsi="Arial" w:cs="Arial"/>
          <w:b/>
          <w:sz w:val="36"/>
          <w:u w:val="single"/>
        </w:rPr>
        <w:t>3.1</w:t>
      </w:r>
      <w:r w:rsidR="0001626C" w:rsidRPr="005B2C35">
        <w:rPr>
          <w:rFonts w:ascii="Arial" w:hAnsi="Arial" w:cs="Arial"/>
          <w:b/>
          <w:sz w:val="36"/>
          <w:u w:val="single"/>
        </w:rPr>
        <w:tab/>
      </w:r>
      <w:r w:rsidR="00D03F50">
        <w:rPr>
          <w:rFonts w:ascii="Arial" w:hAnsi="Arial" w:cs="Arial"/>
          <w:b/>
          <w:sz w:val="36"/>
          <w:u w:val="single"/>
        </w:rPr>
        <w:t>Was geschieht bei der Alterung der Haut</w:t>
      </w:r>
      <w:r w:rsidR="007E7A42" w:rsidRPr="008F365E">
        <w:rPr>
          <w:rFonts w:ascii="Arial" w:hAnsi="Arial" w:cs="Arial"/>
          <w:b/>
          <w:sz w:val="36"/>
          <w:u w:val="single"/>
        </w:rPr>
        <w:t>?</w:t>
      </w:r>
      <w:r w:rsidR="00D21B2C" w:rsidRPr="008F365E">
        <w:rPr>
          <w:rFonts w:ascii="Arial" w:hAnsi="Arial" w:cs="Arial"/>
          <w:noProof/>
          <w:lang w:eastAsia="de-DE"/>
        </w:rPr>
        <w:t xml:space="preserve"> </w:t>
      </w:r>
    </w:p>
    <w:tbl>
      <w:tblPr>
        <w:tblpPr w:leftFromText="141" w:rightFromText="141" w:vertAnchor="text" w:tblpY="1"/>
        <w:tblOverlap w:val="never"/>
        <w:tblW w:w="3369" w:type="dxa"/>
        <w:tblLook w:val="04A0" w:firstRow="1" w:lastRow="0" w:firstColumn="1" w:lastColumn="0" w:noHBand="0" w:noVBand="1"/>
      </w:tblPr>
      <w:tblGrid>
        <w:gridCol w:w="3369"/>
      </w:tblGrid>
      <w:tr w:rsidR="00D21B2C" w:rsidRPr="00963472" w:rsidTr="00D03F50">
        <w:trPr>
          <w:trHeight w:val="1564"/>
        </w:trPr>
        <w:tc>
          <w:tcPr>
            <w:tcW w:w="3369" w:type="dxa"/>
            <w:shd w:val="clear" w:color="auto" w:fill="auto"/>
            <w:vAlign w:val="center"/>
          </w:tcPr>
          <w:p w:rsidR="00D21B2C" w:rsidRPr="000C0EE5" w:rsidRDefault="00D21B2C" w:rsidP="00D03F50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 xml:space="preserve">Welche Faktoren verursachen die Alterung </w:t>
            </w:r>
            <w:r w:rsidR="00D03F50">
              <w:rPr>
                <w:rFonts w:ascii="Lucida Handwriting" w:hAnsi="Lucida Handwriting" w:cs="Arial"/>
                <w:sz w:val="20"/>
              </w:rPr>
              <w:t>der Haut</w:t>
            </w:r>
            <w:r w:rsidRPr="000C0EE5">
              <w:rPr>
                <w:rFonts w:ascii="Lucida Handwriting" w:hAnsi="Lucida Handwriting" w:cs="Arial"/>
                <w:sz w:val="20"/>
              </w:rPr>
              <w:t>?</w:t>
            </w:r>
          </w:p>
        </w:tc>
      </w:tr>
      <w:tr w:rsidR="00D21B2C" w:rsidRPr="00963472" w:rsidTr="00D03F50">
        <w:trPr>
          <w:trHeight w:val="1304"/>
        </w:trPr>
        <w:tc>
          <w:tcPr>
            <w:tcW w:w="3369" w:type="dxa"/>
            <w:shd w:val="clear" w:color="auto" w:fill="auto"/>
          </w:tcPr>
          <w:p w:rsidR="00D21B2C" w:rsidRPr="000C0EE5" w:rsidRDefault="00D21B2C" w:rsidP="00D03F50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</w:p>
        </w:tc>
      </w:tr>
      <w:tr w:rsidR="0021645B" w:rsidRPr="00963472" w:rsidTr="00D03F50">
        <w:trPr>
          <w:trHeight w:val="1375"/>
        </w:trPr>
        <w:tc>
          <w:tcPr>
            <w:tcW w:w="3369" w:type="dxa"/>
            <w:shd w:val="clear" w:color="auto" w:fill="auto"/>
            <w:vAlign w:val="center"/>
          </w:tcPr>
          <w:p w:rsidR="0021645B" w:rsidRPr="000C0EE5" w:rsidRDefault="0021645B" w:rsidP="00D03F50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>Welche Folge hat die Schädi</w:t>
            </w:r>
            <w:r w:rsidR="00054672" w:rsidRPr="000C0EE5">
              <w:rPr>
                <w:rFonts w:ascii="Lucida Handwriting" w:hAnsi="Lucida Handwriting" w:cs="Arial"/>
                <w:sz w:val="20"/>
              </w:rPr>
              <w:softHyphen/>
            </w:r>
            <w:r w:rsidRPr="000C0EE5">
              <w:rPr>
                <w:rFonts w:ascii="Lucida Handwriting" w:hAnsi="Lucida Handwriting" w:cs="Arial"/>
                <w:sz w:val="20"/>
              </w:rPr>
              <w:t xml:space="preserve">gung der DNA für die Zellen des </w:t>
            </w:r>
            <w:r w:rsidR="00D03F50">
              <w:rPr>
                <w:rFonts w:ascii="Lucida Handwriting" w:hAnsi="Lucida Handwriting" w:cs="Arial"/>
                <w:sz w:val="20"/>
              </w:rPr>
              <w:t>Binde</w:t>
            </w:r>
            <w:r w:rsidR="00D00A92">
              <w:rPr>
                <w:rFonts w:ascii="Lucida Handwriting" w:hAnsi="Lucida Handwriting" w:cs="Arial"/>
                <w:sz w:val="20"/>
              </w:rPr>
              <w:softHyphen/>
            </w:r>
            <w:r w:rsidR="00D03F50">
              <w:rPr>
                <w:rFonts w:ascii="Lucida Handwriting" w:hAnsi="Lucida Handwriting" w:cs="Arial"/>
                <w:sz w:val="20"/>
              </w:rPr>
              <w:t>gewebes</w:t>
            </w:r>
            <w:r w:rsidRPr="000C0EE5">
              <w:rPr>
                <w:rFonts w:ascii="Lucida Handwriting" w:hAnsi="Lucida Handwriting" w:cs="Arial"/>
                <w:sz w:val="20"/>
              </w:rPr>
              <w:t>?</w:t>
            </w:r>
          </w:p>
        </w:tc>
      </w:tr>
      <w:tr w:rsidR="00D03F50" w:rsidRPr="00963472" w:rsidTr="00D03F50">
        <w:trPr>
          <w:trHeight w:val="1234"/>
        </w:trPr>
        <w:tc>
          <w:tcPr>
            <w:tcW w:w="3369" w:type="dxa"/>
            <w:shd w:val="clear" w:color="auto" w:fill="auto"/>
            <w:vAlign w:val="center"/>
          </w:tcPr>
          <w:p w:rsidR="00D03F50" w:rsidRPr="000C0EE5" w:rsidRDefault="00D03F50" w:rsidP="00D03F50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>
              <w:rPr>
                <w:rFonts w:ascii="Lucida Handwriting" w:hAnsi="Lucida Handwriting" w:cs="Arial"/>
                <w:sz w:val="20"/>
              </w:rPr>
              <w:t xml:space="preserve">Was bedeutet dies für die Anzahl der </w:t>
            </w:r>
            <w:proofErr w:type="spellStart"/>
            <w:r>
              <w:rPr>
                <w:rFonts w:ascii="Lucida Handwriting" w:hAnsi="Lucida Handwriting" w:cs="Arial"/>
                <w:sz w:val="20"/>
              </w:rPr>
              <w:t>Binde</w:t>
            </w:r>
            <w:r w:rsidR="00D00A92">
              <w:rPr>
                <w:rFonts w:ascii="Lucida Handwriting" w:hAnsi="Lucida Handwriting" w:cs="Arial"/>
                <w:sz w:val="20"/>
              </w:rPr>
              <w:softHyphen/>
            </w:r>
            <w:r>
              <w:rPr>
                <w:rFonts w:ascii="Lucida Handwriting" w:hAnsi="Lucida Handwriting" w:cs="Arial"/>
                <w:sz w:val="20"/>
              </w:rPr>
              <w:t>gewebs</w:t>
            </w:r>
            <w:r w:rsidR="00D00A92">
              <w:rPr>
                <w:rFonts w:ascii="Lucida Handwriting" w:hAnsi="Lucida Handwriting" w:cs="Arial"/>
                <w:sz w:val="20"/>
              </w:rPr>
              <w:softHyphen/>
            </w:r>
            <w:r>
              <w:rPr>
                <w:rFonts w:ascii="Lucida Handwriting" w:hAnsi="Lucida Handwriting" w:cs="Arial"/>
                <w:sz w:val="20"/>
              </w:rPr>
              <w:t>zellen</w:t>
            </w:r>
            <w:proofErr w:type="spellEnd"/>
            <w:r>
              <w:rPr>
                <w:rFonts w:ascii="Lucida Handwriting" w:hAnsi="Lucida Handwriting" w:cs="Arial"/>
                <w:sz w:val="20"/>
              </w:rPr>
              <w:t>?</w:t>
            </w:r>
          </w:p>
        </w:tc>
      </w:tr>
      <w:tr w:rsidR="00D21B2C" w:rsidRPr="00963472" w:rsidTr="00D03F50">
        <w:trPr>
          <w:trHeight w:val="1304"/>
        </w:trPr>
        <w:tc>
          <w:tcPr>
            <w:tcW w:w="3369" w:type="dxa"/>
            <w:shd w:val="clear" w:color="auto" w:fill="auto"/>
            <w:vAlign w:val="center"/>
          </w:tcPr>
          <w:p w:rsidR="00D21B2C" w:rsidRPr="000C0EE5" w:rsidRDefault="00D03F50" w:rsidP="00D00A92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>
              <w:rPr>
                <w:rFonts w:ascii="Lucida Handwriting" w:hAnsi="Lucida Handwriting" w:cs="Arial"/>
                <w:sz w:val="20"/>
              </w:rPr>
              <w:t xml:space="preserve">Welche Folgen </w:t>
            </w:r>
            <w:r w:rsidR="00D00A92">
              <w:rPr>
                <w:rFonts w:ascii="Lucida Handwriting" w:hAnsi="Lucida Handwriting" w:cs="Arial"/>
                <w:sz w:val="20"/>
              </w:rPr>
              <w:t xml:space="preserve">entstehen für die Fasern im </w:t>
            </w:r>
            <w:r>
              <w:rPr>
                <w:rFonts w:ascii="Lucida Handwriting" w:hAnsi="Lucida Handwriting" w:cs="Arial"/>
                <w:sz w:val="20"/>
              </w:rPr>
              <w:t>Binde</w:t>
            </w:r>
            <w:r w:rsidR="00D00A92">
              <w:rPr>
                <w:rFonts w:ascii="Lucida Handwriting" w:hAnsi="Lucida Handwriting" w:cs="Arial"/>
                <w:sz w:val="20"/>
              </w:rPr>
              <w:softHyphen/>
            </w:r>
            <w:r>
              <w:rPr>
                <w:rFonts w:ascii="Lucida Handwriting" w:hAnsi="Lucida Handwriting" w:cs="Arial"/>
                <w:sz w:val="20"/>
              </w:rPr>
              <w:t>gewebe?</w:t>
            </w:r>
          </w:p>
        </w:tc>
      </w:tr>
      <w:tr w:rsidR="00D21B2C" w:rsidRPr="00963472" w:rsidTr="00D00A92">
        <w:trPr>
          <w:trHeight w:val="1304"/>
        </w:trPr>
        <w:tc>
          <w:tcPr>
            <w:tcW w:w="3369" w:type="dxa"/>
            <w:shd w:val="clear" w:color="auto" w:fill="auto"/>
          </w:tcPr>
          <w:p w:rsidR="00D21B2C" w:rsidRPr="000C0EE5" w:rsidRDefault="00D03F50" w:rsidP="00D00A92">
            <w:pPr>
              <w:spacing w:before="240"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>Welche Alterserscheinung ist zu beobachten?</w:t>
            </w:r>
          </w:p>
        </w:tc>
      </w:tr>
    </w:tbl>
    <w:p w:rsidR="007E7A42" w:rsidRDefault="008926F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B5FAFE" wp14:editId="2C6AAD5A">
                <wp:simplePos x="0" y="0"/>
                <wp:positionH relativeFrom="column">
                  <wp:posOffset>339313</wp:posOffset>
                </wp:positionH>
                <wp:positionV relativeFrom="paragraph">
                  <wp:posOffset>1965325</wp:posOffset>
                </wp:positionV>
                <wp:extent cx="6988175" cy="539750"/>
                <wp:effectExtent l="0" t="0" r="22225" b="12700"/>
                <wp:wrapNone/>
                <wp:docPr id="298" name="Flussdiagramm: Prozess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53975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Pr="00D03F50" w:rsidRDefault="00D03F50" w:rsidP="00D03F5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ussdiagramm: Prozess 298" o:spid="_x0000_s1033" type="#_x0000_t109" style="position:absolute;margin-left:26.7pt;margin-top:154.75pt;width:550.25pt;height:42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" filled="f" strokecolor="black [3213]" strokeweight="2pt">
                <v:textbox>
                  <w:txbxContent>
                    <w:p w:rsidR="00D03F50" w:rsidRPr="00D03F50" w:rsidRDefault="00D03F50" w:rsidP="00D03F5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D733BC8" wp14:editId="38C937AE">
                <wp:simplePos x="0" y="0"/>
                <wp:positionH relativeFrom="column">
                  <wp:posOffset>1384300</wp:posOffset>
                </wp:positionH>
                <wp:positionV relativeFrom="paragraph">
                  <wp:posOffset>876077</wp:posOffset>
                </wp:positionV>
                <wp:extent cx="4999355" cy="3491230"/>
                <wp:effectExtent l="95250" t="0" r="106045" b="5207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99355" cy="3491230"/>
                          <a:chOff x="0" y="0"/>
                          <a:chExt cx="4999512" cy="3491519"/>
                        </a:xfrm>
                      </wpg:grpSpPr>
                      <wps:wsp>
                        <wps:cNvPr id="31" name="Gerade Verbindung mit Pfeil 31"/>
                        <wps:cNvCnPr/>
                        <wps:spPr>
                          <a:xfrm>
                            <a:off x="2416629" y="843148"/>
                            <a:ext cx="5715" cy="2495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" name="Gerade Verbindung mit Pfeil 288"/>
                        <wps:cNvCnPr/>
                        <wps:spPr>
                          <a:xfrm>
                            <a:off x="2422566" y="1638795"/>
                            <a:ext cx="5715" cy="2495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9" name="Gerade Verbindung mit Pfeil 289"/>
                        <wps:cNvCnPr/>
                        <wps:spPr>
                          <a:xfrm>
                            <a:off x="2416629" y="2434441"/>
                            <a:ext cx="5715" cy="2495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" name="Gerade Verbindung mit Pfeil 290"/>
                        <wps:cNvCnPr/>
                        <wps:spPr>
                          <a:xfrm>
                            <a:off x="2422566" y="3241964"/>
                            <a:ext cx="5715" cy="2495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" name="Gerade Verbindung mit Pfeil 292"/>
                        <wps:cNvCnPr/>
                        <wps:spPr>
                          <a:xfrm>
                            <a:off x="0" y="0"/>
                            <a:ext cx="0" cy="29094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" name="Gerade Verbindung mit Pfeil 293"/>
                        <wps:cNvCnPr/>
                        <wps:spPr>
                          <a:xfrm>
                            <a:off x="2422566" y="0"/>
                            <a:ext cx="0" cy="29094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2" name="Gerade Verbindung mit Pfeil 302"/>
                        <wps:cNvCnPr/>
                        <wps:spPr>
                          <a:xfrm>
                            <a:off x="4999512" y="0"/>
                            <a:ext cx="0" cy="29083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" o:spid="_x0000_s1026" style="position:absolute;margin-left:109pt;margin-top:69pt;width:393.65pt;height:274.9pt;z-index:251699200" coordsize="49995,34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">
                <v:shape id="Gerade Verbindung mit Pfeil 31" o:spid="_x0000_s1027" type="#_x0000_t32" style="position:absolute;left:24166;top:8431;width:57;height:24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5dMMEAAADbAAAADwAAAGRycy9kb3ducmV2LnhtbESPT4vCMBTE7wt+h/AEb2taBZVqFP8g&#10;iDfdvXh7Ns+m2LyUJmr10xthYY/DzPyGmS1aW4k7Nb50rCDtJyCIc6dLLhT8/my/JyB8QNZYOSYF&#10;T/KwmHe+Zphp9+AD3Y+hEBHCPkMFJoQ6k9Lnhiz6vquJo3dxjcUQZVNI3eAjwm0lB0kykhZLjgsG&#10;a1obyq/Hm1Ww4dN5uX9RuqpPm7Fna9y4bJXqddvlFESgNvyH/9o7rWCYwudL/AFy/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fl0wwQAAANsAAAAPAAAAAAAAAAAAAAAA&#10;AKECAABkcnMvZG93bnJldi54bWxQSwUGAAAAAAQABAD5AAAAjwMAAAAA&#10;" strokecolor="black [3213]" strokeweight="2pt">
                  <v:stroke endarrow="open"/>
                </v:shape>
                <v:shape id="Gerade Verbindung mit Pfeil 288" o:spid="_x0000_s1028" type="#_x0000_t32" style="position:absolute;left:24225;top:16387;width:57;height:24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dNK70AAADcAAAADwAAAGRycy9kb3ducmV2LnhtbERPuwrCMBTdBf8hXMFNUx1UqlF8IIib&#10;j8Xt2lybYnNTmqjVrzeD4Hg479misaV4Uu0LxwoG/QQEceZ0wbmC82nbm4DwAVlj6ZgUvMnDYt5u&#10;zTDV7sUHeh5DLmII+xQVmBCqVEqfGbLo+64ijtzN1RZDhHUudY2vGG5LOUySkbRYcGwwWNHaUHY/&#10;PqyCDV+uy/2HBqvqshl7tsaNi0apbqdZTkEEasJf/HPvtILhJK6NZ+IRkPM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yXTSu9AAAA3AAAAA8AAAAAAAAAAAAAAAAAoQIA&#10;AGRycy9kb3ducmV2LnhtbFBLBQYAAAAABAAEAPkAAACLAwAAAAA=&#10;" strokecolor="black [3213]" strokeweight="2pt">
                  <v:stroke endarrow="open"/>
                </v:shape>
                <v:shape id="Gerade Verbindung mit Pfeil 289" o:spid="_x0000_s1029" type="#_x0000_t32" style="position:absolute;left:24166;top:24344;width:57;height:24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9vosMIAAADcAAAADwAAAGRycy9kb3ducmV2LnhtbESPS6vCMBSE94L/IRzBnaa68FGN4gPh&#10;4u6qG3fH5tgUm5PSRK3315sLgsthZr5h5svGluJBtS8cKxj0ExDEmdMF5wpOx11vAsIHZI2lY1Lw&#10;Ig/LRbs1x1S7J//S4xByESHsU1RgQqhSKX1myKLvu4o4eldXWwxR1rnUNT4j3JZymCQjabHguGCw&#10;oo2h7Ha4WwVbPl9W+z8arKvzduzZGjcuGqW6nWY1AxGoCd/wp/2jFQwnU/g/E4+AXL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9vosMIAAADcAAAADwAAAAAAAAAAAAAA&#10;AAChAgAAZHJzL2Rvd25yZXYueG1sUEsFBgAAAAAEAAQA+QAAAJADAAAAAA==&#10;" strokecolor="black [3213]" strokeweight="2pt">
                  <v:stroke endarrow="open"/>
                </v:shape>
                <v:shape id="Gerade Verbindung mit Pfeil 290" o:spid="_x0000_s1030" type="#_x0000_t32" style="position:absolute;left:24225;top:32419;width:57;height:24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jX8MAAAADcAAAADwAAAGRycy9kb3ducmV2LnhtbERPu27CMBTdK/EP1kViKw4MpAQM4iGk&#10;iq1pF7ZLfIkj4usoNkno1+OhUsej815vB1uLjlpfOVYwmyYgiAunKy4V/Hyf3j9A+ICssXZMCp7k&#10;YbsZva0x067nL+ryUIoYwj5DBSaEJpPSF4Ys+qlriCN3c63FEGFbSt1iH8NtLedJspAWK44NBhs6&#10;GCru+cMqOPLlujv/0mzfXI6pZ2tcWg1KTcbDbgUi0BD+xX/uT61gvozz45l4BOTm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c41/DAAAAA3AAAAA8AAAAAAAAAAAAAAAAA&#10;oQIAAGRycy9kb3ducmV2LnhtbFBLBQYAAAAABAAEAPkAAACOAwAAAAA=&#10;" strokecolor="black [3213]" strokeweight="2pt">
                  <v:stroke endarrow="open"/>
                </v:shape>
                <v:shape id="Gerade Verbindung mit Pfeil 292" o:spid="_x0000_s1031" type="#_x0000_t32" style="position:absolute;width:0;height:2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bsHMMAAADcAAAADwAAAGRycy9kb3ducmV2LnhtbESPzYvCMBTE78L+D+Et7M2m9rBqNYof&#10;LCze/Lh4ezbPpti8lCarXf96Iwgeh5n5DTOdd7YWV2p95VjBIElBEBdOV1wqOOx/+iMQPiBrrB2T&#10;gn/yMJ999KaYa3fjLV13oRQRwj5HBSaEJpfSF4Ys+sQ1xNE7u9ZiiLItpW7xFuG2llmafkuLFccF&#10;gw2tDBWX3Z9VsObjabG502DZHNdDz9a4YdUp9fXZLSYgAnXhHX61f7WCbJzB80w8An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m7BzDAAAA3AAAAA8AAAAAAAAAAAAA&#10;AAAAoQIAAGRycy9kb3ducmV2LnhtbFBLBQYAAAAABAAEAPkAAACRAwAAAAA=&#10;" strokecolor="black [3213]" strokeweight="2pt">
                  <v:stroke endarrow="open"/>
                </v:shape>
                <v:shape id="Gerade Verbindung mit Pfeil 293" o:spid="_x0000_s1032" type="#_x0000_t32" style="position:absolute;left:24225;width:0;height:2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pJh8QAAADcAAAADwAAAGRycy9kb3ducmV2LnhtbESPQWvCQBSE70L/w/IK3nSjgmmjq9iK&#10;IL2Z9uLtNfvMhmbfhuw2if56tyD0OMzMN8x6O9hadNT6yrGC2TQBQVw4XXGp4OvzMHkB4QOyxtox&#10;KbiSh+3mabTGTLueT9TloRQRwj5DBSaEJpPSF4Ys+qlriKN3ca3FEGVbSt1iH+G2lvMkWUqLFccF&#10;gw29Gyp+8l+rYM/n793HjWZvzXmferbGpdWg1Ph52K1ABBrCf/jRPmoF89cF/J2JR0B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6kmHxAAAANwAAAAPAAAAAAAAAAAA&#10;AAAAAKECAABkcnMvZG93bnJldi54bWxQSwUGAAAAAAQABAD5AAAAkgMAAAAA&#10;" strokecolor="black [3213]" strokeweight="2pt">
                  <v:stroke endarrow="open"/>
                </v:shape>
                <v:shape id="Gerade Verbindung mit Pfeil 302" o:spid="_x0000_s1033" type="#_x0000_t32" style="position:absolute;left:49995;width:0;height:29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12BsQAAADcAAAADwAAAGRycy9kb3ducmV2LnhtbESPQWvCQBSE74L/YXlCb2aTFKqkriGt&#10;FEpvVS+5vWaf2WD2bchuNfXXu4VCj8PMfMNsysn24kKj7xwryJIUBHHjdMetguPhbbkG4QOyxt4x&#10;KfghD+V2Pttgod2VP+myD62IEPYFKjAhDIWUvjFk0SduII7eyY0WQ5RjK/WI1wi3vczT9Ela7Dgu&#10;GBzo1VBz3n9bBTuuv6qPG2UvQ71bebbGrbpJqYfFVD2DCDSF//Bf+10reExz+D0Tj4D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TXYGxAAAANwAAAAPAAAAAAAAAAAA&#10;AAAAAKECAABkcnMvZG93bnJldi54bWxQSwUGAAAAAAQABAD5AAAAkgMAAAAA&#10;" strokecolor="black [3213]" strokeweight="2pt">
                  <v:stroke endarrow="open"/>
                </v:shape>
              </v:group>
            </w:pict>
          </mc:Fallback>
        </mc:AlternateContent>
      </w:r>
      <w:r w:rsidR="00D03F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A69E7C1" wp14:editId="6BEC8CE9">
                <wp:simplePos x="0" y="0"/>
                <wp:positionH relativeFrom="column">
                  <wp:posOffset>362585</wp:posOffset>
                </wp:positionH>
                <wp:positionV relativeFrom="paragraph">
                  <wp:posOffset>4366260</wp:posOffset>
                </wp:positionV>
                <wp:extent cx="6988175" cy="539750"/>
                <wp:effectExtent l="0" t="0" r="22225" b="12700"/>
                <wp:wrapNone/>
                <wp:docPr id="301" name="Flussdiagramm: Prozess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53975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Pr="00D03F50" w:rsidRDefault="00D03F50" w:rsidP="00D03F5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Prozess 301" o:spid="_x0000_s1034" type="#_x0000_t109" style="position:absolute;margin-left:28.55pt;margin-top:343.8pt;width:550.25pt;height:42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" filled="f" strokecolor="black [3213]" strokeweight="2pt">
                <v:textbox>
                  <w:txbxContent>
                    <w:p w:rsidR="00D03F50" w:rsidRPr="00D03F50" w:rsidRDefault="00D03F50" w:rsidP="00D03F5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3F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CE6B084" wp14:editId="690EAB1E">
                <wp:simplePos x="0" y="0"/>
                <wp:positionH relativeFrom="column">
                  <wp:posOffset>347345</wp:posOffset>
                </wp:positionH>
                <wp:positionV relativeFrom="paragraph">
                  <wp:posOffset>3578860</wp:posOffset>
                </wp:positionV>
                <wp:extent cx="6988175" cy="539750"/>
                <wp:effectExtent l="0" t="0" r="22225" b="12700"/>
                <wp:wrapNone/>
                <wp:docPr id="300" name="Flussdiagramm: Prozess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53975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Pr="00D03F50" w:rsidRDefault="00D03F50" w:rsidP="00D03F5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weniger Fasern / geringere Elastizität</w:t>
                            </w:r>
                            <w:r w:rsidR="0001626C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 xml:space="preserve"> der Fasern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ussdiagramm: Prozess 300" o:spid="_x0000_s1034" type="#_x0000_t109" style="position:absolute;margin-left:27.35pt;margin-top:281.8pt;width:550.25pt;height:42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" filled="f" strokecolor="black [3213]" strokeweight="2pt">
                <v:textbox>
                  <w:txbxContent>
                    <w:p w:rsidR="00D03F50" w:rsidRPr="00D03F50" w:rsidRDefault="00D03F50" w:rsidP="00D03F5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weniger Fasern / geringere Elastizität</w:t>
                      </w:r>
                      <w:r w:rsidR="0001626C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 xml:space="preserve"> der Fasern</w:t>
                      </w:r>
                    </w:p>
                  </w:txbxContent>
                </v:textbox>
              </v:shape>
            </w:pict>
          </mc:Fallback>
        </mc:AlternateContent>
      </w:r>
      <w:r w:rsidR="00D03F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2C77EC7" wp14:editId="6A57932C">
                <wp:simplePos x="0" y="0"/>
                <wp:positionH relativeFrom="column">
                  <wp:posOffset>343535</wp:posOffset>
                </wp:positionH>
                <wp:positionV relativeFrom="paragraph">
                  <wp:posOffset>2760980</wp:posOffset>
                </wp:positionV>
                <wp:extent cx="6988175" cy="539750"/>
                <wp:effectExtent l="0" t="0" r="22225" b="12700"/>
                <wp:wrapNone/>
                <wp:docPr id="299" name="Flussdiagramm: Prozess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53975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Pr="00D03F50" w:rsidRDefault="00D03F50" w:rsidP="00D03F5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Prozess 299" o:spid="_x0000_s1036" type="#_x0000_t109" style="position:absolute;margin-left:27.05pt;margin-top:217.4pt;width:550.25pt;height:4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" filled="f" strokecolor="black [3213]" strokeweight="2pt">
                <v:textbox>
                  <w:txbxContent>
                    <w:p w:rsidR="00D03F50" w:rsidRPr="00D03F50" w:rsidRDefault="00D03F50" w:rsidP="00D03F5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3F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346075</wp:posOffset>
                </wp:positionH>
                <wp:positionV relativeFrom="paragraph">
                  <wp:posOffset>1165868</wp:posOffset>
                </wp:positionV>
                <wp:extent cx="6988629" cy="540328"/>
                <wp:effectExtent l="0" t="0" r="22225" b="12700"/>
                <wp:wrapNone/>
                <wp:docPr id="297" name="Flussdiagramm: Prozess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629" cy="540328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Pr="00D03F50" w:rsidRDefault="00D03F50" w:rsidP="00D03F5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 w:rsidRPr="00D03F50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Schädigung der DNA von Bindegewebszellen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Prozess 297" o:spid="_x0000_s1037" type="#_x0000_t109" style="position:absolute;margin-left:27.25pt;margin-top:91.8pt;width:550.3pt;height:42.5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" filled="f" strokecolor="black [3213]" strokeweight="2pt">
                <v:textbox>
                  <w:txbxContent>
                    <w:p w:rsidR="00D03F50" w:rsidRPr="00D03F50" w:rsidRDefault="00D03F50" w:rsidP="00D03F5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 w:rsidRPr="00D03F50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Schädigung der DNA von Bindegewebszellen</w:t>
                      </w:r>
                    </w:p>
                  </w:txbxContent>
                </v:textbox>
              </v:shape>
            </w:pict>
          </mc:Fallback>
        </mc:AlternateContent>
      </w:r>
      <w:r w:rsidR="008F365E" w:rsidRPr="0021645B">
        <w:rPr>
          <w:i/>
        </w:rPr>
        <w:br w:type="textWrapping" w:clear="all"/>
      </w:r>
    </w:p>
    <w:sectPr w:rsidR="007E7A42" w:rsidSect="002164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1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D18" w:rsidRDefault="00D11D18" w:rsidP="002311DA">
      <w:pPr>
        <w:spacing w:after="0" w:line="240" w:lineRule="auto"/>
      </w:pPr>
      <w:r>
        <w:separator/>
      </w:r>
    </w:p>
  </w:endnote>
  <w:endnote w:type="continuationSeparator" w:id="0">
    <w:p w:rsidR="00D11D18" w:rsidRDefault="00D11D18" w:rsidP="0023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1DA" w:rsidRDefault="002311D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1DA" w:rsidRPr="002311DA" w:rsidRDefault="002311DA" w:rsidP="002311DA">
    <w:pPr>
      <w:pStyle w:val="Fuzeile"/>
      <w:jc w:val="center"/>
      <w:rPr>
        <w:rFonts w:ascii="Arial" w:hAnsi="Arial" w:cs="Arial"/>
      </w:rPr>
    </w:pPr>
    <w:bookmarkStart w:id="0" w:name="_GoBack"/>
    <w:r w:rsidRPr="002311DA">
      <w:rPr>
        <w:rFonts w:ascii="Arial" w:hAnsi="Arial" w:cs="Arial"/>
      </w:rPr>
      <w:t>QUA-LiS NRW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1DA" w:rsidRDefault="002311D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D18" w:rsidRDefault="00D11D18" w:rsidP="002311DA">
      <w:pPr>
        <w:spacing w:after="0" w:line="240" w:lineRule="auto"/>
      </w:pPr>
      <w:r>
        <w:separator/>
      </w:r>
    </w:p>
  </w:footnote>
  <w:footnote w:type="continuationSeparator" w:id="0">
    <w:p w:rsidR="00D11D18" w:rsidRDefault="00D11D18" w:rsidP="00231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1DA" w:rsidRDefault="002311D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1DA" w:rsidRDefault="002311D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1DA" w:rsidRDefault="002311D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A42"/>
    <w:rsid w:val="0001626C"/>
    <w:rsid w:val="00054672"/>
    <w:rsid w:val="0006760F"/>
    <w:rsid w:val="000C0EE5"/>
    <w:rsid w:val="0021645B"/>
    <w:rsid w:val="002311DA"/>
    <w:rsid w:val="003434FC"/>
    <w:rsid w:val="003775EF"/>
    <w:rsid w:val="004A123A"/>
    <w:rsid w:val="004C6199"/>
    <w:rsid w:val="005B2C35"/>
    <w:rsid w:val="007C4858"/>
    <w:rsid w:val="007E7A42"/>
    <w:rsid w:val="00821E41"/>
    <w:rsid w:val="00823F60"/>
    <w:rsid w:val="008926F1"/>
    <w:rsid w:val="008F365E"/>
    <w:rsid w:val="00963472"/>
    <w:rsid w:val="00963754"/>
    <w:rsid w:val="00D00A92"/>
    <w:rsid w:val="00D0335C"/>
    <w:rsid w:val="00D03F50"/>
    <w:rsid w:val="00D11D18"/>
    <w:rsid w:val="00D21B2C"/>
    <w:rsid w:val="00E45BDC"/>
    <w:rsid w:val="00FC22F2"/>
    <w:rsid w:val="00FF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E7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F365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31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11D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1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11D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E7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F365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31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11D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1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11D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E06F2-6BEB-464E-8546-48E6ADB50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414B52EC.dotm</Template>
  <TotalTime>0</TotalTime>
  <Pages>1</Pages>
  <Words>48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Austermann</dc:creator>
  <cp:lastModifiedBy>Jens Austermann</cp:lastModifiedBy>
  <cp:revision>5</cp:revision>
  <cp:lastPrinted>2017-06-22T07:34:00Z</cp:lastPrinted>
  <dcterms:created xsi:type="dcterms:W3CDTF">2017-06-21T14:06:00Z</dcterms:created>
  <dcterms:modified xsi:type="dcterms:W3CDTF">2017-06-22T12:26:00Z</dcterms:modified>
</cp:coreProperties>
</file>